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6DD2D82" w:rsidR="00877644" w:rsidRPr="00125190" w:rsidRDefault="001A3A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estimation was preformed, as this is a re-analysis of published data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DACCBB" w:rsidR="00B330BD" w:rsidRPr="00125190" w:rsidRDefault="001A3A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replicates were used, as this  is a re-analysis of published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AE8598" w:rsidR="0015519A" w:rsidRPr="00505C51" w:rsidRDefault="001A3A4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used can be found in our results section, as well in the R script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9B06F2" w:rsidR="00BC3CCE" w:rsidRPr="00505C51" w:rsidRDefault="001A3A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were allocated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30F54E" w:rsidR="00BC3CCE" w:rsidRPr="00505C51" w:rsidRDefault="001A3A4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is available in the original Chen et al. manuscript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1BF0A" w14:textId="77777777" w:rsidR="00567557" w:rsidRDefault="00567557" w:rsidP="004215FE">
      <w:r>
        <w:separator/>
      </w:r>
    </w:p>
  </w:endnote>
  <w:endnote w:type="continuationSeparator" w:id="0">
    <w:p w14:paraId="4601EFE8" w14:textId="77777777" w:rsidR="00567557" w:rsidRDefault="005675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1AD91" w14:textId="77777777" w:rsidR="00567557" w:rsidRDefault="00567557" w:rsidP="004215FE">
      <w:r>
        <w:separator/>
      </w:r>
    </w:p>
  </w:footnote>
  <w:footnote w:type="continuationSeparator" w:id="0">
    <w:p w14:paraId="0594FBDF" w14:textId="77777777" w:rsidR="00567557" w:rsidRDefault="005675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A4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557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9D37AE7-6E09-4867-B398-458A0E0D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134831-3071-41EC-A01E-B99413D7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A2FB5F7C.dotm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Auxier, Ben</cp:lastModifiedBy>
  <cp:revision>2</cp:revision>
  <dcterms:created xsi:type="dcterms:W3CDTF">2019-09-11T07:54:00Z</dcterms:created>
  <dcterms:modified xsi:type="dcterms:W3CDTF">2019-09-11T07:54:00Z</dcterms:modified>
</cp:coreProperties>
</file>